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7A2" w:rsidRDefault="0091154C" w:rsidP="0091154C">
      <w:pPr>
        <w:jc w:val="center"/>
      </w:pPr>
      <w:r>
        <w:t>FISH CHEEKS</w:t>
      </w:r>
    </w:p>
    <w:p w:rsidR="0091154C" w:rsidRDefault="00366216" w:rsidP="0091154C">
      <w:r>
        <w:rPr>
          <w:noProof/>
          <w:color w:val="0000FF"/>
        </w:rPr>
        <w:drawing>
          <wp:inline distT="0" distB="0" distL="0" distR="0">
            <wp:extent cx="573511" cy="958291"/>
            <wp:effectExtent l="0" t="0" r="0" b="0"/>
            <wp:docPr id="17" name="Picture 17" descr="Image result for chinese girl clipart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result for chinese girl clipart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73533" cy="9583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154C">
        <w:t>I fell in love when I was 14. He was the minister’s</w:t>
      </w:r>
      <w:r>
        <w:rPr>
          <w:noProof/>
          <w:color w:val="0000FF"/>
        </w:rPr>
        <w:drawing>
          <wp:inline distT="0" distB="0" distL="0" distR="0">
            <wp:extent cx="490118" cy="998428"/>
            <wp:effectExtent l="0" t="0" r="5715" b="0"/>
            <wp:docPr id="25" name="Picture 25" descr="Image result for minister clipart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result for minister clipart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204" cy="9986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154C">
        <w:t xml:space="preserve"> son. Th</w:t>
      </w:r>
      <w:r>
        <w:t xml:space="preserve">e boy was not Chinese. The </w:t>
      </w:r>
      <w:proofErr w:type="gramStart"/>
      <w:r>
        <w:t xml:space="preserve">boy </w:t>
      </w:r>
      <w:r w:rsidR="0091154C">
        <w:t xml:space="preserve"> </w:t>
      </w:r>
      <w:r w:rsidR="00002E43">
        <w:t>was</w:t>
      </w:r>
      <w:proofErr w:type="gramEnd"/>
      <w:r w:rsidR="00002E43">
        <w:t xml:space="preserve"> in love with was</w:t>
      </w:r>
      <w:r w:rsidR="0091154C">
        <w:t xml:space="preserve"> named Robert</w:t>
      </w:r>
      <w:r>
        <w:rPr>
          <w:noProof/>
          <w:color w:val="0000FF"/>
        </w:rPr>
        <w:drawing>
          <wp:inline distT="0" distB="0" distL="0" distR="0">
            <wp:extent cx="506031" cy="877187"/>
            <wp:effectExtent l="0" t="0" r="8890" b="0"/>
            <wp:docPr id="10" name="Picture 10" descr="Image result for boy  winter clipart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result for boy  winter clipart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86" cy="877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154C">
        <w:t xml:space="preserve">. </w:t>
      </w:r>
      <w:r w:rsidR="00002E43">
        <w:t>His father was a minister</w:t>
      </w:r>
      <w:r>
        <w:rPr>
          <w:noProof/>
          <w:color w:val="0000FF"/>
        </w:rPr>
        <w:drawing>
          <wp:inline distT="0" distB="0" distL="0" distR="0" wp14:anchorId="78E6DBC1" wp14:editId="4B897A7E">
            <wp:extent cx="490118" cy="998428"/>
            <wp:effectExtent l="0" t="0" r="5715" b="0"/>
            <wp:docPr id="26" name="Picture 26" descr="Image result for minister clipart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result for minister clipart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204" cy="9986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02E43">
        <w:t xml:space="preserve">. </w:t>
      </w:r>
    </w:p>
    <w:p w:rsidR="0091154C" w:rsidRDefault="0091154C" w:rsidP="0091154C">
      <w:r>
        <w:t>It was Christmas Eve</w:t>
      </w:r>
      <w:r w:rsidR="008D2D5B">
        <w:rPr>
          <w:noProof/>
          <w:color w:val="0000FF"/>
        </w:rPr>
        <w:drawing>
          <wp:inline distT="0" distB="0" distL="0" distR="0" wp14:anchorId="74283FA9" wp14:editId="471F3C5E">
            <wp:extent cx="534009" cy="658036"/>
            <wp:effectExtent l="0" t="0" r="0" b="8890"/>
            <wp:docPr id="2" name="Picture 2" descr="Image result for christmas clipart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result for christmas clipart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21" cy="65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, and I cried. I</w:t>
      </w:r>
      <w:r w:rsidR="00366216">
        <w:rPr>
          <w:noProof/>
          <w:color w:val="0000FF"/>
        </w:rPr>
        <w:drawing>
          <wp:inline distT="0" distB="0" distL="0" distR="0" wp14:anchorId="1332DA99" wp14:editId="20F8D981">
            <wp:extent cx="573511" cy="958291"/>
            <wp:effectExtent l="0" t="0" r="0" b="0"/>
            <wp:docPr id="18" name="Picture 18" descr="Image result for chinese girl clipart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result for chinese girl clipart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73533" cy="9583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was embarrassed</w:t>
      </w:r>
      <w:r w:rsidR="00366216">
        <w:rPr>
          <w:noProof/>
          <w:color w:val="0000FF"/>
        </w:rPr>
        <w:drawing>
          <wp:inline distT="0" distB="0" distL="0" distR="0">
            <wp:extent cx="746151" cy="746151"/>
            <wp:effectExtent l="0" t="0" r="0" b="0"/>
            <wp:docPr id="7" name="Picture 7" descr="Image result for embarrassed emoji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result for embarrassed emoji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101" cy="7461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 We were having the minister</w:t>
      </w:r>
      <w:r w:rsidR="00366216">
        <w:rPr>
          <w:noProof/>
          <w:color w:val="0000FF"/>
        </w:rPr>
        <w:drawing>
          <wp:inline distT="0" distB="0" distL="0" distR="0" wp14:anchorId="78E6DBC1" wp14:editId="4B897A7E">
            <wp:extent cx="490118" cy="998428"/>
            <wp:effectExtent l="0" t="0" r="5715" b="0"/>
            <wp:docPr id="27" name="Picture 27" descr="Image result for minister clipart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result for minister clipart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204" cy="9986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and his family to our house. I </w:t>
      </w:r>
      <w:r w:rsidR="00366216">
        <w:rPr>
          <w:noProof/>
          <w:color w:val="0000FF"/>
        </w:rPr>
        <w:drawing>
          <wp:inline distT="0" distB="0" distL="0" distR="0" wp14:anchorId="1332DA99" wp14:editId="20F8D981">
            <wp:extent cx="573511" cy="958291"/>
            <wp:effectExtent l="0" t="0" r="0" b="0"/>
            <wp:docPr id="19" name="Picture 19" descr="Image result for chinese girl clipart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result for chinese girl clipart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73533" cy="9583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did not know how they would feel about my family. We ate Chinese food not turkey. We were loud and noisy.</w:t>
      </w:r>
    </w:p>
    <w:p w:rsidR="0091154C" w:rsidRDefault="0091154C" w:rsidP="0091154C">
      <w:r>
        <w:t>Mother was cooking shrimp</w:t>
      </w:r>
      <w:r w:rsidR="008D2D5B">
        <w:rPr>
          <w:noProof/>
          <w:color w:val="0000FF"/>
        </w:rPr>
        <w:drawing>
          <wp:inline distT="0" distB="0" distL="0" distR="0">
            <wp:extent cx="560156" cy="577901"/>
            <wp:effectExtent l="0" t="0" r="0" b="0"/>
            <wp:docPr id="3" name="Picture 3" descr="Image result for shrimp clipart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result for shrimp clipart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176" cy="5779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 She was cooking fish</w:t>
      </w:r>
      <w:r w:rsidR="008D2D5B">
        <w:rPr>
          <w:noProof/>
          <w:color w:val="0000FF"/>
        </w:rPr>
        <w:drawing>
          <wp:inline distT="0" distB="0" distL="0" distR="0">
            <wp:extent cx="914400" cy="709555"/>
            <wp:effectExtent l="0" t="0" r="0" b="0"/>
            <wp:docPr id="4" name="Picture 4" descr="Image result for fish dinner clipart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result for fish dinner clipart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5101" cy="7100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. She had mushrooms </w:t>
      </w:r>
      <w:r w:rsidR="00366216" w:rsidRPr="00366216">
        <w:drawing>
          <wp:inline distT="0" distB="0" distL="0" distR="0">
            <wp:extent cx="408569" cy="387705"/>
            <wp:effectExtent l="0" t="0" r="0" b="0"/>
            <wp:docPr id="5" name="Picture 5" descr="Image result for mushroom clipart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result for mushroom clipart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577" cy="3877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in a bowl of water. She had a plate of squid which looked like bike tires</w:t>
      </w:r>
      <w:r w:rsidR="00366216">
        <w:rPr>
          <w:noProof/>
          <w:color w:val="0000FF"/>
        </w:rPr>
        <w:drawing>
          <wp:inline distT="0" distB="0" distL="0" distR="0">
            <wp:extent cx="417507" cy="335253"/>
            <wp:effectExtent l="0" t="0" r="1905" b="8255"/>
            <wp:docPr id="6" name="Picture 6" descr="Image result for bike tire clipart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result for bike tire clipart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250" cy="335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</w:t>
      </w:r>
    </w:p>
    <w:p w:rsidR="0091154C" w:rsidRDefault="0091154C" w:rsidP="0091154C">
      <w:r>
        <w:t>The minister</w:t>
      </w:r>
      <w:r w:rsidR="00366216">
        <w:rPr>
          <w:noProof/>
          <w:color w:val="0000FF"/>
        </w:rPr>
        <w:drawing>
          <wp:inline distT="0" distB="0" distL="0" distR="0" wp14:anchorId="78E6DBC1" wp14:editId="4B897A7E">
            <wp:extent cx="490118" cy="998428"/>
            <wp:effectExtent l="0" t="0" r="5715" b="0"/>
            <wp:docPr id="28" name="Picture 28" descr="Image result for minister clipart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result for minister clipart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204" cy="9986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and his family came to my house. They rang the bell. I saw Robert</w:t>
      </w:r>
      <w:r w:rsidR="00366216">
        <w:rPr>
          <w:noProof/>
          <w:color w:val="0000FF"/>
        </w:rPr>
        <w:drawing>
          <wp:inline distT="0" distB="0" distL="0" distR="0" wp14:anchorId="173021C5" wp14:editId="2C8C513E">
            <wp:extent cx="506031" cy="877187"/>
            <wp:effectExtent l="0" t="0" r="8890" b="0"/>
            <wp:docPr id="11" name="Picture 11" descr="Image result for boy  winter clipart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result for boy  winter clipart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86" cy="877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 He did not say “hi.”</w:t>
      </w:r>
    </w:p>
    <w:p w:rsidR="0091154C" w:rsidRDefault="0091154C" w:rsidP="0091154C">
      <w:r>
        <w:t xml:space="preserve">I </w:t>
      </w:r>
      <w:r w:rsidR="00366216">
        <w:rPr>
          <w:noProof/>
          <w:color w:val="0000FF"/>
        </w:rPr>
        <w:drawing>
          <wp:inline distT="0" distB="0" distL="0" distR="0" wp14:anchorId="1332DA99" wp14:editId="20F8D981">
            <wp:extent cx="573511" cy="958291"/>
            <wp:effectExtent l="0" t="0" r="0" b="0"/>
            <wp:docPr id="20" name="Picture 20" descr="Image result for chinese girl clipart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result for chinese girl clipart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73533" cy="9583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became sad</w:t>
      </w:r>
      <w:r w:rsidR="00366216">
        <w:rPr>
          <w:noProof/>
          <w:color w:val="0000FF"/>
        </w:rPr>
        <w:drawing>
          <wp:inline distT="0" distB="0" distL="0" distR="0">
            <wp:extent cx="709575" cy="709575"/>
            <wp:effectExtent l="0" t="0" r="0" b="0"/>
            <wp:docPr id="8" name="Picture 8" descr="Image result for sad emoji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result for sad emoji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620" cy="70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and upset</w:t>
      </w:r>
      <w:r w:rsidR="00366216">
        <w:rPr>
          <w:noProof/>
          <w:color w:val="0000FF"/>
        </w:rPr>
        <w:drawing>
          <wp:inline distT="0" distB="0" distL="0" distR="0">
            <wp:extent cx="809211" cy="607161"/>
            <wp:effectExtent l="0" t="0" r="0" b="2540"/>
            <wp:docPr id="9" name="Picture 9" descr="Image result for upset emoji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result for upset emoji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719" cy="6067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 Robert</w:t>
      </w:r>
      <w:r w:rsidR="00366216">
        <w:rPr>
          <w:noProof/>
          <w:color w:val="0000FF"/>
        </w:rPr>
        <w:drawing>
          <wp:inline distT="0" distB="0" distL="0" distR="0" wp14:anchorId="173021C5" wp14:editId="2C8C513E">
            <wp:extent cx="506031" cy="877187"/>
            <wp:effectExtent l="0" t="0" r="8890" b="0"/>
            <wp:docPr id="12" name="Picture 12" descr="Image result for boy  winter clipart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result for boy  winter clipart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86" cy="877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did not like the food my mother made. Father poked the meat of the fish</w:t>
      </w:r>
      <w:r w:rsidR="00366216">
        <w:rPr>
          <w:noProof/>
          <w:color w:val="0000FF"/>
        </w:rPr>
        <w:drawing>
          <wp:inline distT="0" distB="0" distL="0" distR="0" wp14:anchorId="7B699B6A" wp14:editId="1D7C3DA0">
            <wp:extent cx="914400" cy="709555"/>
            <wp:effectExtent l="0" t="0" r="0" b="0"/>
            <wp:docPr id="13" name="Picture 13" descr="Image result for fish dinner clipart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result for fish dinner clipart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5101" cy="7100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near the eye. He said, “Amy</w:t>
      </w:r>
      <w:r w:rsidR="00366216">
        <w:rPr>
          <w:noProof/>
          <w:color w:val="0000FF"/>
        </w:rPr>
        <w:drawing>
          <wp:inline distT="0" distB="0" distL="0" distR="0" wp14:anchorId="1332DA99" wp14:editId="20F8D981">
            <wp:extent cx="573511" cy="958291"/>
            <wp:effectExtent l="0" t="0" r="0" b="0"/>
            <wp:docPr id="21" name="Picture 21" descr="Image result for chinese girl clipart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result for chinese girl clipart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73533" cy="9583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, this is your favorite part.” I felt embarrassed</w:t>
      </w:r>
      <w:r w:rsidR="00366216">
        <w:rPr>
          <w:noProof/>
          <w:color w:val="0000FF"/>
        </w:rPr>
        <w:drawing>
          <wp:inline distT="0" distB="0" distL="0" distR="0" wp14:anchorId="76B8806F" wp14:editId="1F241F4F">
            <wp:extent cx="746151" cy="746151"/>
            <wp:effectExtent l="0" t="0" r="0" b="0"/>
            <wp:docPr id="31" name="Picture 31" descr="Image result for embarrassed emoji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result for embarrassed emoji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101" cy="7461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t>.</w:t>
      </w:r>
    </w:p>
    <w:p w:rsidR="0091154C" w:rsidRDefault="0091154C" w:rsidP="0091154C">
      <w:r>
        <w:t>At the end of the meal, my dad burped</w:t>
      </w:r>
      <w:r w:rsidR="00366216" w:rsidRPr="00366216">
        <w:drawing>
          <wp:inline distT="0" distB="0" distL="0" distR="0">
            <wp:extent cx="694944" cy="754755"/>
            <wp:effectExtent l="0" t="0" r="0" b="7620"/>
            <wp:docPr id="14" name="Picture 14" descr="Image result for burpclipart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result for burpclipart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049" cy="7548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 He told them it was Chinese custom to burp</w:t>
      </w:r>
      <w:r w:rsidR="00366216">
        <w:t xml:space="preserve"> </w:t>
      </w:r>
      <w:r w:rsidR="00366216" w:rsidRPr="00366216">
        <w:drawing>
          <wp:inline distT="0" distB="0" distL="0" distR="0" wp14:anchorId="01CAB4CC" wp14:editId="5886B99E">
            <wp:extent cx="694944" cy="754755"/>
            <wp:effectExtent l="0" t="0" r="0" b="7620"/>
            <wp:docPr id="15" name="Picture 15" descr="Image result for burpclipart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result for burpclipart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049" cy="7548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after your meal.</w:t>
      </w:r>
      <w:r w:rsidR="00002E43">
        <w:t xml:space="preserve"> The minister</w:t>
      </w:r>
      <w:r w:rsidR="00366216">
        <w:rPr>
          <w:noProof/>
          <w:color w:val="0000FF"/>
        </w:rPr>
        <w:drawing>
          <wp:inline distT="0" distB="0" distL="0" distR="0" wp14:anchorId="78E6DBC1" wp14:editId="4B897A7E">
            <wp:extent cx="490118" cy="998428"/>
            <wp:effectExtent l="0" t="0" r="5715" b="0"/>
            <wp:docPr id="29" name="Picture 29" descr="Image result for minister clipart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result for minister clipart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204" cy="9986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02E43">
        <w:t xml:space="preserve"> tried to burp</w:t>
      </w:r>
      <w:r w:rsidR="00366216" w:rsidRPr="00366216">
        <w:drawing>
          <wp:inline distT="0" distB="0" distL="0" distR="0" wp14:anchorId="01CAB4CC" wp14:editId="5886B99E">
            <wp:extent cx="694944" cy="754755"/>
            <wp:effectExtent l="0" t="0" r="0" b="7620"/>
            <wp:docPr id="16" name="Picture 16" descr="Image result for burpclipart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result for burpclipart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049" cy="7548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02E43">
        <w:t>. He was trying to show respect.</w:t>
      </w:r>
    </w:p>
    <w:p w:rsidR="00002E43" w:rsidRDefault="00002E43" w:rsidP="0091154C">
      <w:r>
        <w:t>Mother spoke to me. She told me that even though I</w:t>
      </w:r>
      <w:r w:rsidR="00366216">
        <w:rPr>
          <w:noProof/>
          <w:color w:val="0000FF"/>
        </w:rPr>
        <w:drawing>
          <wp:inline distT="0" distB="0" distL="0" distR="0" wp14:anchorId="1332DA99" wp14:editId="20F8D981">
            <wp:extent cx="573511" cy="958291"/>
            <wp:effectExtent l="0" t="0" r="0" b="0"/>
            <wp:docPr id="22" name="Picture 22" descr="Image result for chinese girl clipart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result for chinese girl clipart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73533" cy="9583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wanted to be an American girl, I was Chinese. She told me to be proud</w:t>
      </w:r>
      <w:r w:rsidR="00366216">
        <w:rPr>
          <w:noProof/>
          <w:color w:val="0000FF"/>
        </w:rPr>
        <w:drawing>
          <wp:inline distT="0" distB="0" distL="0" distR="0">
            <wp:extent cx="723502" cy="680313"/>
            <wp:effectExtent l="0" t="0" r="635" b="5715"/>
            <wp:docPr id="30" name="Picture 30" descr="Image result for proud clipart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result for proud clipart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557" cy="680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 It was ok to be different.</w:t>
      </w:r>
    </w:p>
    <w:p w:rsidR="00002E43" w:rsidRDefault="00002E43" w:rsidP="0091154C">
      <w:r>
        <w:t>It was not until many years later that I</w:t>
      </w:r>
      <w:r w:rsidR="00366216">
        <w:rPr>
          <w:noProof/>
          <w:color w:val="0000FF"/>
        </w:rPr>
        <w:drawing>
          <wp:inline distT="0" distB="0" distL="0" distR="0" wp14:anchorId="1332DA99" wp14:editId="20F8D981">
            <wp:extent cx="573511" cy="958291"/>
            <wp:effectExtent l="0" t="0" r="0" b="0"/>
            <wp:docPr id="23" name="Picture 23" descr="Image result for chinese girl clipart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result for chinese girl clipart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73533" cy="9583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understood what my mother was telling me. All the foods that Christmas Eve </w:t>
      </w:r>
      <w:r w:rsidR="008D2D5B">
        <w:rPr>
          <w:noProof/>
          <w:color w:val="0000FF"/>
        </w:rPr>
        <w:drawing>
          <wp:inline distT="0" distB="0" distL="0" distR="0" wp14:anchorId="38BBA6BC" wp14:editId="11F83A83">
            <wp:extent cx="534009" cy="658036"/>
            <wp:effectExtent l="0" t="0" r="0" b="8890"/>
            <wp:docPr id="1" name="Picture 1" descr="Image result for christmas clipart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result for christmas clipart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21" cy="65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were all my favorite foods. My mother had tried to make the dinner very special for me</w:t>
      </w:r>
      <w:r w:rsidR="00366216">
        <w:rPr>
          <w:noProof/>
          <w:color w:val="0000FF"/>
        </w:rPr>
        <w:drawing>
          <wp:inline distT="0" distB="0" distL="0" distR="0" wp14:anchorId="1332DA99" wp14:editId="20F8D981">
            <wp:extent cx="573511" cy="958291"/>
            <wp:effectExtent l="0" t="0" r="0" b="0"/>
            <wp:docPr id="24" name="Picture 24" descr="Image result for chinese girl clipart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result for chinese girl clipart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73533" cy="9583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</w:t>
      </w:r>
    </w:p>
    <w:p w:rsidR="00002E43" w:rsidRDefault="00002E43" w:rsidP="0091154C"/>
    <w:p w:rsidR="0091154C" w:rsidRDefault="0091154C" w:rsidP="0091154C"/>
    <w:sectPr w:rsidR="009115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54C"/>
    <w:rsid w:val="00002E43"/>
    <w:rsid w:val="00366216"/>
    <w:rsid w:val="006037A2"/>
    <w:rsid w:val="008D2D5B"/>
    <w:rsid w:val="00911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2D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2D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2D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2D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hyperlink" Target="http://www.google.com/url?sa=i&amp;rct=j&amp;q=&amp;esrc=s&amp;source=images&amp;cd=&amp;cad=rja&amp;uact=8&amp;ved=0ahUKEwi2mumI5_DOAhUFax4KHYYRCh0QjRwIBw&amp;url=http%3A%2F%2Femojipedia.org%2Fflushed-face%2F&amp;bvm=bv.131669213,d.dmo&amp;psig=AFQjCNGCEmTcMr_RFLk2zTBCIeHfnhwDVg&amp;ust=1472909885998616" TargetMode="External"/><Relationship Id="rId18" Type="http://schemas.openxmlformats.org/officeDocument/2006/relationships/image" Target="media/image7.jpeg"/><Relationship Id="rId26" Type="http://schemas.openxmlformats.org/officeDocument/2006/relationships/image" Target="media/image11.jpeg"/><Relationship Id="rId3" Type="http://schemas.openxmlformats.org/officeDocument/2006/relationships/settings" Target="settings.xml"/><Relationship Id="rId21" Type="http://schemas.openxmlformats.org/officeDocument/2006/relationships/hyperlink" Target="https://www.google.com/url?sa=i&amp;rct=j&amp;q=&amp;esrc=s&amp;source=images&amp;cd=&amp;cad=rja&amp;uact=8&amp;ved=0ahUKEwiU163y5vDOAhVE2B4KHdEPDHcQjRwIBw&amp;url=https%3A%2F%2Fwww.dreamstime.com%2Fillustration%2Ftire.html&amp;bvm=bv.131669213,d.dmo&amp;psig=AFQjCNFCRdbt3fS6rJbYz4v9TiqzpqrEwg&amp;ust=1472909839924893" TargetMode="External"/><Relationship Id="rId7" Type="http://schemas.openxmlformats.org/officeDocument/2006/relationships/hyperlink" Target="http://www.google.com/url?sa=i&amp;rct=j&amp;q=&amp;esrc=s&amp;source=images&amp;cd=&amp;cad=rja&amp;uact=8&amp;ved=0ahUKEwjZ5NPA6PDOAhWBlB4KHWjKDjgQjRwIBw&amp;url=http%3A%2F%2Fwww.hasslefreeclipart.com%2Fcart_people%2Fminister.html&amp;bvm=bv.131669213,d.dmo&amp;psig=AFQjCNHw6OCdkTbcggS5PDRXcgXa9DGN2A&amp;ust=1472910272676571" TargetMode="External"/><Relationship Id="rId12" Type="http://schemas.openxmlformats.org/officeDocument/2006/relationships/image" Target="media/image4.png"/><Relationship Id="rId17" Type="http://schemas.openxmlformats.org/officeDocument/2006/relationships/hyperlink" Target="http://www.google.com/url?sa=i&amp;rct=j&amp;q=&amp;esrc=s&amp;source=images&amp;cd=&amp;cad=rja&amp;uact=8&amp;ved=0ahUKEwizyKnM5vDOAhWQMx4KHarWDvwQjRwIBw&amp;url=http%3A%2F%2Fwww.clipartkid.com%2Ffish-on-plate-cliparts%2F&amp;psig=AFQjCNFwopYeYvN-KxoRN27Ngi1X6nG8Eg&amp;ust=1472909762065921" TargetMode="External"/><Relationship Id="rId25" Type="http://schemas.openxmlformats.org/officeDocument/2006/relationships/hyperlink" Target="http://www.google.com/url?sa=i&amp;rct=j&amp;q=&amp;esrc=s&amp;source=images&amp;cd=&amp;cad=rja&amp;uact=8&amp;ved=0ahUKEwj9vou25_DOAhUHlx4KHW-QAi8QjRwIBw&amp;url=http%3A%2F%2Ftribune.com.pk%2Fstory%2F850927%2Ffacebooks-feeling-fat-emoji-creates-a-stir%2F&amp;bvm=bv.131669213,d.dmo&amp;psig=AFQjCNGXoO_e5l4DnP16Db0-Vra7kNShGQ&amp;ust=1472909981326488" TargetMode="External"/><Relationship Id="rId2" Type="http://schemas.microsoft.com/office/2007/relationships/stylesWithEffects" Target="stylesWithEffects.xml"/><Relationship Id="rId16" Type="http://schemas.openxmlformats.org/officeDocument/2006/relationships/image" Target="media/image6.jpeg"/><Relationship Id="rId20" Type="http://schemas.openxmlformats.org/officeDocument/2006/relationships/image" Target="media/image8.png"/><Relationship Id="rId29" Type="http://schemas.openxmlformats.org/officeDocument/2006/relationships/hyperlink" Target="http://www.google.com/url?sa=i&amp;rct=j&amp;q=&amp;esrc=s&amp;source=images&amp;cd=&amp;cad=rja&amp;uact=8&amp;ved=0ahUKEwj2n-vk6PDOAhVCLB4KHSMpB3QQjRwIBw&amp;url=http%3A%2F%2Fwww.canstockphoto.com%2Fillustration%2Fproud.html&amp;bvm=bv.131669213,d.dmo&amp;psig=AFQjCNG0wSpB7LoeF3_8YiIWJN58KXITrw&amp;ust=1472910342251747" TargetMode="Externa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www.google.com/url?sa=i&amp;rct=j&amp;q=&amp;esrc=s&amp;source=images&amp;cd=&amp;cad=rja&amp;uact=8&amp;ved=0ahUKEwiR-9qS5vDOAhVMGR4KHT9CDpIQjRwIBw&amp;url=http%3A%2F%2Fwww.clipartkid.com%2Fgoogle-christmas-tree-cliparts%2F&amp;bvm=bv.131669213,d.dmo&amp;psig=AFQjCNEklEPiM9Bq0XpJVXy-Fn5xuVMm1g&amp;ust=1472909582002017" TargetMode="External"/><Relationship Id="rId24" Type="http://schemas.openxmlformats.org/officeDocument/2006/relationships/image" Target="media/image10.jpeg"/><Relationship Id="rId32" Type="http://schemas.openxmlformats.org/officeDocument/2006/relationships/theme" Target="theme/theme1.xml"/><Relationship Id="rId5" Type="http://schemas.openxmlformats.org/officeDocument/2006/relationships/hyperlink" Target="http://www.google.com/url?sa=i&amp;rct=j&amp;q=&amp;esrc=s&amp;source=images&amp;cd=&amp;cad=rja&amp;uact=8&amp;ved=0ahUKEwjurOuR6PDOAhXHXB4KHR0TB1MQjRwIBw&amp;url=http%3A%2F%2Fwww.clipartkid.com%2Fchinese-girl-cartoon-cliparts%2F&amp;bvm=bv.131669213,d.dmo&amp;psig=AFQjCNFBtU_R0fywBvCtEP2ZE47Uzjfy-w&amp;ust=1472910161000138" TargetMode="External"/><Relationship Id="rId15" Type="http://schemas.openxmlformats.org/officeDocument/2006/relationships/hyperlink" Target="http://www.google.com/url?sa=i&amp;rct=j&amp;q=&amp;esrc=s&amp;source=images&amp;cd=&amp;cad=rja&amp;uact=8&amp;ved=0ahUKEwikk6Ox5vDOAhWMpR4KHSICDBkQjRwIBw&amp;url=http%3A%2F%2Fwww.allthingsclipart.com%2F04%2Fshrimp.clipart.htm&amp;psig=AFQjCNGeG2lO1FNBxf6ZfstdV_okPeIJDA&amp;ust=1472909707018740" TargetMode="External"/><Relationship Id="rId23" Type="http://schemas.openxmlformats.org/officeDocument/2006/relationships/hyperlink" Target="https://www.google.com/url?sa=i&amp;rct=j&amp;q=&amp;esrc=s&amp;source=images&amp;cd=&amp;cad=rja&amp;uact=8&amp;ved=0ahUKEwiGz_Kk5_DOAhWKsh4KHYwmCIgQjRwIBw&amp;url=https%3A%2F%2Fwww.pinterest.com%2Fpin%2F462885667927270027%2F&amp;bvm=bv.131669213,d.dmo&amp;psig=AFQjCNG2XZJqNmSL71Iuw48DuCaFdmOSwg&amp;ust=1472909923605184" TargetMode="External"/><Relationship Id="rId28" Type="http://schemas.openxmlformats.org/officeDocument/2006/relationships/image" Target="media/image12.jpeg"/><Relationship Id="rId10" Type="http://schemas.openxmlformats.org/officeDocument/2006/relationships/image" Target="media/image3.jpeg"/><Relationship Id="rId19" Type="http://schemas.openxmlformats.org/officeDocument/2006/relationships/hyperlink" Target="http://www.google.com/url?sa=i&amp;rct=j&amp;q=&amp;esrc=s&amp;source=images&amp;cd=&amp;cad=rja&amp;uact=8&amp;ved=0ahUKEwihoMbf5vDOAhWHqR4KHY3FAbMQjRwIBw&amp;url=http%3A%2F%2Fclipartsign.com%2F581%2Fmushroom-clip-art%2F&amp;bvm=bv.131669213,d.dmo&amp;psig=AFQjCNEhGua4f7LWm8zMdsL9tgTyDtDGMw&amp;ust=1472909803223769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google.com/url?sa=i&amp;rct=j&amp;q=&amp;esrc=s&amp;source=images&amp;cd=&amp;cad=rja&amp;uact=8&amp;ved=0ahUKEwifl5TP5_DOAhXMsB4KHXxbASEQjRwIBw&amp;url=http%3A%2F%2Fwww.canstockphoto.com%2Fcartoon-boy-in-winter-clothes-17746277.html&amp;bvm=bv.131669213,d.dmo&amp;psig=AFQjCNGzZpL5BdJo__SXoWVgHxEBQUUUQA&amp;ust=1472910032248780" TargetMode="External"/><Relationship Id="rId14" Type="http://schemas.openxmlformats.org/officeDocument/2006/relationships/image" Target="media/image5.png"/><Relationship Id="rId22" Type="http://schemas.openxmlformats.org/officeDocument/2006/relationships/image" Target="media/image9.jpeg"/><Relationship Id="rId27" Type="http://schemas.openxmlformats.org/officeDocument/2006/relationships/hyperlink" Target="http://www.google.com/url?sa=i&amp;rct=j&amp;q=&amp;esrc=s&amp;source=images&amp;cd=&amp;cad=rja&amp;uact=8&amp;ved=0ahUKEwiV7cbv5_DOAhXGGh4KHdynBJoQjRwIBw&amp;url=http%3A%2F%2Fwww.canstockphoto.com%2Fvector-clipart%2Fburp.html&amp;bvm=bv.131669213,d.dmo&amp;psig=AFQjCNFpfAlHma6NRF6v__7wKvOVr7OqUQ&amp;ust=1472910097852394" TargetMode="External"/><Relationship Id="rId30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E69A54D0</Template>
  <TotalTime>0</TotalTime>
  <Pages>3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Erickson, Paula</dc:creator>
  <cp:lastModifiedBy>Erickson, Paula</cp:lastModifiedBy>
  <cp:revision>2</cp:revision>
  <cp:lastPrinted>2016-09-02T13:31:00Z</cp:lastPrinted>
  <dcterms:created xsi:type="dcterms:W3CDTF">2016-09-02T13:46:00Z</dcterms:created>
  <dcterms:modified xsi:type="dcterms:W3CDTF">2016-09-02T13:46:00Z</dcterms:modified>
</cp:coreProperties>
</file>